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D3D6B1-A96C-4834-B42F-EB3636975ED5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